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433106">
        <w:trPr>
          <w:trHeight w:val="596"/>
        </w:trPr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7099745C" w:rsidR="00B616D1" w:rsidRPr="00B616D1" w:rsidRDefault="00B616D1" w:rsidP="00B616D1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="00543C6E" w:rsidRPr="00433106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25BE7E1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8E6E5D">
              <w:t>X</w:t>
            </w:r>
            <w:r w:rsidR="00DD4DCD">
              <w:t>10</w:t>
            </w:r>
          </w:p>
        </w:tc>
        <w:tc>
          <w:tcPr>
            <w:tcW w:w="3604" w:type="pct"/>
            <w:shd w:val="clear" w:color="auto" w:fill="auto"/>
          </w:tcPr>
          <w:p w14:paraId="01D80964" w14:textId="40A57A08" w:rsidR="00F1480E" w:rsidRPr="005404CB" w:rsidRDefault="00357B6F" w:rsidP="005404CB">
            <w:pPr>
              <w:pStyle w:val="SIUnittitle"/>
            </w:pPr>
            <w:r>
              <w:t>Mitigate</w:t>
            </w:r>
            <w:r w:rsidRPr="00FF3CA9">
              <w:t xml:space="preserve"> </w:t>
            </w:r>
            <w:r w:rsidR="00FF3CA9" w:rsidRPr="00FF3CA9">
              <w:t xml:space="preserve">plant pests, </w:t>
            </w:r>
            <w:proofErr w:type="gramStart"/>
            <w:r w:rsidR="00FF3CA9" w:rsidRPr="00FF3CA9">
              <w:t>diseases</w:t>
            </w:r>
            <w:proofErr w:type="gramEnd"/>
            <w:r w:rsidR="00FF3CA9" w:rsidRPr="00FF3CA9">
              <w:t xml:space="preserve"> and disorders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F5EA8A" w14:textId="0A2D455E" w:rsidR="00FC1FC3" w:rsidRPr="00FC1FC3" w:rsidRDefault="00FC1FC3" w:rsidP="00FC1FC3">
            <w:r w:rsidRPr="00FC1FC3">
              <w:t xml:space="preserve">This unit of competency describes the skills and knowledge required to </w:t>
            </w:r>
            <w:r w:rsidR="00775A64">
              <w:t xml:space="preserve">identify, </w:t>
            </w:r>
            <w:proofErr w:type="gramStart"/>
            <w:r w:rsidR="00775A64">
              <w:t>plan</w:t>
            </w:r>
            <w:proofErr w:type="gramEnd"/>
            <w:r w:rsidR="00775A64">
              <w:t xml:space="preserve"> and implement programs to prevent or control</w:t>
            </w:r>
            <w:r w:rsidR="00775A64" w:rsidRPr="00FC1FC3">
              <w:t xml:space="preserve"> </w:t>
            </w:r>
            <w:r w:rsidRPr="00FC1FC3">
              <w:t xml:space="preserve">pests, diseases and disorders in </w:t>
            </w:r>
            <w:r w:rsidR="00775A64">
              <w:t xml:space="preserve">plants for </w:t>
            </w:r>
            <w:r w:rsidRPr="00FC1FC3">
              <w:t xml:space="preserve">a permaculture system. </w:t>
            </w:r>
          </w:p>
          <w:p w14:paraId="2FADA980" w14:textId="77777777" w:rsidR="00FC1FC3" w:rsidRPr="00FC1FC3" w:rsidRDefault="00FC1FC3" w:rsidP="00FC1FC3"/>
          <w:p w14:paraId="344C6626" w14:textId="500FD65E" w:rsidR="00FC1FC3" w:rsidRPr="00FC1FC3" w:rsidRDefault="00F57A1C" w:rsidP="00FC1FC3">
            <w:r>
              <w:t>The</w:t>
            </w:r>
            <w:r w:rsidRPr="00FC1FC3">
              <w:t xml:space="preserve"> </w:t>
            </w:r>
            <w:r w:rsidR="00FC1FC3" w:rsidRPr="00FC1FC3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FC1FC3" w:rsidRPr="00FC1FC3">
              <w:t>allocation</w:t>
            </w:r>
            <w:proofErr w:type="gramEnd"/>
            <w:r w:rsidR="00FC1FC3" w:rsidRPr="00FC1FC3">
              <w:t xml:space="preserve"> and use of available resources.</w:t>
            </w:r>
          </w:p>
          <w:p w14:paraId="71F780B1" w14:textId="77777777" w:rsidR="00FC1FC3" w:rsidRPr="00FC1FC3" w:rsidRDefault="00FC1FC3" w:rsidP="00FC1FC3"/>
          <w:p w14:paraId="22C15BCD" w14:textId="2D2CFA33" w:rsidR="00373436" w:rsidRPr="000754EC" w:rsidRDefault="00FC1FC3" w:rsidP="00F57A1C">
            <w:pPr>
              <w:pStyle w:val="SIText"/>
            </w:pPr>
            <w:r w:rsidRPr="00FC1FC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C3751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9FDC486" w:rsidR="008C3751" w:rsidRPr="008C3751" w:rsidRDefault="008C3751" w:rsidP="00EF1984">
            <w:pPr>
              <w:pStyle w:val="SIText"/>
            </w:pPr>
            <w:r w:rsidRPr="008C3751">
              <w:t xml:space="preserve">1. Identify </w:t>
            </w:r>
            <w:r w:rsidR="00747553">
              <w:t xml:space="preserve">possible </w:t>
            </w:r>
            <w:r w:rsidRPr="008C3751">
              <w:t xml:space="preserve">pests, </w:t>
            </w:r>
            <w:proofErr w:type="gramStart"/>
            <w:r w:rsidRPr="008C3751">
              <w:t>diseases</w:t>
            </w:r>
            <w:proofErr w:type="gramEnd"/>
            <w:r w:rsidRPr="008C3751">
              <w:t xml:space="preserve"> and disorders</w:t>
            </w:r>
            <w:r w:rsidR="00747553">
              <w:t>,</w:t>
            </w:r>
            <w:r w:rsidRPr="008C3751">
              <w:t xml:space="preserve"> </w:t>
            </w:r>
            <w:r w:rsidR="00747553">
              <w:t xml:space="preserve">and </w:t>
            </w:r>
            <w:r w:rsidR="001B495F">
              <w:t xml:space="preserve">for </w:t>
            </w:r>
            <w:r w:rsidR="001B495F" w:rsidRPr="001B495F">
              <w:t>permaculture system</w:t>
            </w:r>
            <w:r w:rsidR="001B495F" w:rsidRPr="001B495F" w:rsidDel="00A302E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A02D53D" w14:textId="0FCD80ED" w:rsidR="00F57A1C" w:rsidRDefault="008C3751" w:rsidP="008C3751">
            <w:r w:rsidRPr="008C3751">
              <w:t xml:space="preserve">1.1 </w:t>
            </w:r>
            <w:r w:rsidR="00F57A1C">
              <w:t xml:space="preserve">Identify </w:t>
            </w:r>
            <w:proofErr w:type="gramStart"/>
            <w:r w:rsidR="00A302E2">
              <w:t>pests</w:t>
            </w:r>
            <w:proofErr w:type="gramEnd"/>
            <w:r w:rsidR="00A302E2">
              <w:t xml:space="preserve"> diseases and disorders common to plants grown in the permaculture system</w:t>
            </w:r>
          </w:p>
          <w:p w14:paraId="1504AE8E" w14:textId="7E80466A" w:rsidR="008A6FD3" w:rsidRDefault="008A6FD3" w:rsidP="008C3751">
            <w:r>
              <w:t xml:space="preserve">1.2 Identify conditions conducive to development of </w:t>
            </w:r>
            <w:proofErr w:type="gramStart"/>
            <w:r>
              <w:t>pests</w:t>
            </w:r>
            <w:proofErr w:type="gramEnd"/>
            <w:r>
              <w:t xml:space="preserve"> diseases and disorders </w:t>
            </w:r>
          </w:p>
          <w:p w14:paraId="4B044429" w14:textId="4F15E88F" w:rsidR="008C3751" w:rsidRPr="008C3751" w:rsidRDefault="008A6FD3" w:rsidP="008C3751">
            <w:r>
              <w:t>1.3</w:t>
            </w:r>
            <w:r w:rsidR="00A302E2">
              <w:t xml:space="preserve"> Identify beneficial organisms that control pests, </w:t>
            </w:r>
            <w:proofErr w:type="gramStart"/>
            <w:r w:rsidR="00A302E2">
              <w:t>diseases</w:t>
            </w:r>
            <w:proofErr w:type="gramEnd"/>
            <w:r w:rsidR="00A302E2">
              <w:t xml:space="preserve"> and disorders</w:t>
            </w:r>
          </w:p>
        </w:tc>
      </w:tr>
      <w:tr w:rsidR="001B495F" w:rsidRPr="00963A46" w14:paraId="015958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C8F1E" w14:textId="499B25E0" w:rsidR="001B495F" w:rsidRPr="008C3751" w:rsidRDefault="001B495F" w:rsidP="00EF1984">
            <w:pPr>
              <w:pStyle w:val="SIText"/>
            </w:pPr>
            <w:r>
              <w:t xml:space="preserve">2. Develop pest, </w:t>
            </w:r>
            <w:proofErr w:type="gramStart"/>
            <w:r>
              <w:t>diseases</w:t>
            </w:r>
            <w:proofErr w:type="gramEnd"/>
            <w:r>
              <w:t xml:space="preserve"> and disorder programs for </w:t>
            </w:r>
            <w:r w:rsidRPr="008C3751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68035C90" w14:textId="56AF8F09" w:rsidR="001B495F" w:rsidRDefault="001B495F" w:rsidP="001B495F">
            <w:r>
              <w:t>2.1 I</w:t>
            </w:r>
            <w:r w:rsidRPr="00747553">
              <w:t xml:space="preserve">nvestigate </w:t>
            </w:r>
            <w:r>
              <w:t>prevention strategies for pests, diseases and disorders affecting permaculture system</w:t>
            </w:r>
          </w:p>
          <w:p w14:paraId="6D5D98C0" w14:textId="6950B5B4" w:rsidR="001B495F" w:rsidRDefault="001B495F" w:rsidP="00EF1984">
            <w:r>
              <w:t>2.2 Investigate control strategies for pests, diseases and disorders affecting permaculture system</w:t>
            </w:r>
          </w:p>
          <w:p w14:paraId="4F22F995" w14:textId="77777777" w:rsidR="001B495F" w:rsidRDefault="001B495F" w:rsidP="00956817">
            <w:r>
              <w:t>2.3 Select control and prevention strategies best suited to permaculture system</w:t>
            </w:r>
          </w:p>
          <w:p w14:paraId="27EB1A36" w14:textId="720E667F" w:rsidR="001B495F" w:rsidRPr="008C3751" w:rsidRDefault="001B495F">
            <w:r>
              <w:t>2.4 Document prevention and control programs for permaculture system</w:t>
            </w:r>
          </w:p>
        </w:tc>
      </w:tr>
      <w:tr w:rsidR="00A302E2" w:rsidRPr="00963A46" w14:paraId="05701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AB3C0" w14:textId="00606FBB" w:rsidR="00A302E2" w:rsidRPr="008C3751" w:rsidRDefault="001B495F" w:rsidP="00A302E2">
            <w:pPr>
              <w:pStyle w:val="SIText"/>
            </w:pPr>
            <w:r>
              <w:t>3</w:t>
            </w:r>
            <w:r w:rsidR="00A302E2">
              <w:t xml:space="preserve">. Monitor permaculture system for pests, </w:t>
            </w:r>
            <w:proofErr w:type="gramStart"/>
            <w:r w:rsidR="00A302E2">
              <w:t>diseases</w:t>
            </w:r>
            <w:proofErr w:type="gramEnd"/>
            <w:r w:rsidR="00A302E2">
              <w:t xml:space="preserve"> and disorders</w:t>
            </w:r>
          </w:p>
        </w:tc>
        <w:tc>
          <w:tcPr>
            <w:tcW w:w="3604" w:type="pct"/>
            <w:shd w:val="clear" w:color="auto" w:fill="auto"/>
          </w:tcPr>
          <w:p w14:paraId="17627008" w14:textId="1F05320C" w:rsidR="00A302E2" w:rsidRDefault="001B495F" w:rsidP="00A302E2">
            <w:r>
              <w:t>3</w:t>
            </w:r>
            <w:r w:rsidR="00CC2696">
              <w:t>.1</w:t>
            </w:r>
            <w:r w:rsidR="00A302E2" w:rsidRPr="00A302E2">
              <w:t xml:space="preserve"> Monitor conditions that contribute to pests, </w:t>
            </w:r>
            <w:proofErr w:type="gramStart"/>
            <w:r w:rsidR="00A302E2" w:rsidRPr="00A302E2">
              <w:t>diseases</w:t>
            </w:r>
            <w:proofErr w:type="gramEnd"/>
            <w:r w:rsidR="00A302E2" w:rsidRPr="00A302E2">
              <w:t xml:space="preserve"> or disorders</w:t>
            </w:r>
          </w:p>
          <w:p w14:paraId="2E7D562B" w14:textId="54B9F64A" w:rsidR="00CC2696" w:rsidRDefault="001B495F" w:rsidP="00CC2696">
            <w:r>
              <w:t>3</w:t>
            </w:r>
            <w:r w:rsidR="00CC2696">
              <w:t xml:space="preserve">.2 Monitor </w:t>
            </w:r>
            <w:r w:rsidR="00CC2696" w:rsidRPr="008C3751">
              <w:t xml:space="preserve">plants </w:t>
            </w:r>
            <w:r w:rsidR="00CC2696">
              <w:t>for symptoms of</w:t>
            </w:r>
            <w:r w:rsidR="00CC2696" w:rsidRPr="008C3751">
              <w:t xml:space="preserve"> pest</w:t>
            </w:r>
            <w:r w:rsidR="00CC2696">
              <w:t>s</w:t>
            </w:r>
            <w:r w:rsidR="00CC2696" w:rsidRPr="008C3751">
              <w:t xml:space="preserve">, </w:t>
            </w:r>
            <w:proofErr w:type="gramStart"/>
            <w:r w:rsidR="00CC2696" w:rsidRPr="008C3751">
              <w:t>disease</w:t>
            </w:r>
            <w:r w:rsidR="00CC2696">
              <w:t>s</w:t>
            </w:r>
            <w:proofErr w:type="gramEnd"/>
            <w:r w:rsidR="00CC2696" w:rsidRPr="008C3751">
              <w:t xml:space="preserve"> or disorders</w:t>
            </w:r>
          </w:p>
          <w:p w14:paraId="0008D87F" w14:textId="4BA23F66" w:rsidR="00CC2696" w:rsidRDefault="001B495F" w:rsidP="00CC2696">
            <w:r>
              <w:t>3</w:t>
            </w:r>
            <w:r w:rsidR="00CC2696">
              <w:t xml:space="preserve">.3 Identify pest, </w:t>
            </w:r>
            <w:proofErr w:type="gramStart"/>
            <w:r w:rsidR="00CC2696">
              <w:t>disease</w:t>
            </w:r>
            <w:proofErr w:type="gramEnd"/>
            <w:r w:rsidR="00CC2696">
              <w:t xml:space="preserve"> or disorder from observed symptoms</w:t>
            </w:r>
          </w:p>
          <w:p w14:paraId="0E0C7DFC" w14:textId="4F7DB270" w:rsidR="00CC2696" w:rsidRDefault="001B495F" w:rsidP="0050454A">
            <w:r>
              <w:t>3</w:t>
            </w:r>
            <w:r w:rsidR="00CC2696">
              <w:t xml:space="preserve">.4 Identify tolerable threshold of damage from pests, </w:t>
            </w:r>
            <w:proofErr w:type="gramStart"/>
            <w:r w:rsidR="00CC2696">
              <w:t>diseases</w:t>
            </w:r>
            <w:proofErr w:type="gramEnd"/>
            <w:r w:rsidR="00CC2696">
              <w:t xml:space="preserve"> and disorders</w:t>
            </w:r>
          </w:p>
          <w:p w14:paraId="308735D9" w14:textId="5ECC6B8F" w:rsidR="00CC2696" w:rsidRDefault="001B495F" w:rsidP="00CC2696">
            <w:r>
              <w:t>3</w:t>
            </w:r>
            <w:r w:rsidR="00CC2696">
              <w:t>.5</w:t>
            </w:r>
            <w:r w:rsidR="00CC2696" w:rsidRPr="008C3751">
              <w:t xml:space="preserve"> Monitor </w:t>
            </w:r>
            <w:r w:rsidR="00CC2696">
              <w:t xml:space="preserve">beneficial organisms </w:t>
            </w:r>
            <w:r w:rsidR="00082F0B">
              <w:t>to</w:t>
            </w:r>
            <w:r w:rsidR="00CC2696">
              <w:t xml:space="preserve"> support control of pest, </w:t>
            </w:r>
            <w:proofErr w:type="gramStart"/>
            <w:r w:rsidR="00CC2696">
              <w:t>disease</w:t>
            </w:r>
            <w:proofErr w:type="gramEnd"/>
            <w:r w:rsidR="00CC2696">
              <w:t xml:space="preserve"> and disorders</w:t>
            </w:r>
          </w:p>
          <w:p w14:paraId="386E95A8" w14:textId="3DAD4DC7" w:rsidR="00CC2696" w:rsidRPr="008C3751" w:rsidRDefault="001B495F" w:rsidP="0050454A">
            <w:r>
              <w:t>3</w:t>
            </w:r>
            <w:r w:rsidR="00CC2696">
              <w:t xml:space="preserve">.6 </w:t>
            </w:r>
            <w:r w:rsidR="001928DE">
              <w:t>Record observations according to workplace procedures</w:t>
            </w:r>
          </w:p>
        </w:tc>
      </w:tr>
      <w:tr w:rsidR="008C3751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68E65297" w:rsidR="008C3751" w:rsidRPr="008C3751" w:rsidRDefault="008C3751" w:rsidP="008A6FD3">
            <w:pPr>
              <w:pStyle w:val="SIText"/>
            </w:pPr>
            <w:r w:rsidRPr="008C3751">
              <w:t xml:space="preserve">4. Implement pest and disease </w:t>
            </w:r>
            <w:r w:rsidR="00EF1984">
              <w:t xml:space="preserve">prevention </w:t>
            </w:r>
            <w:r w:rsidRPr="008C3751">
              <w:t>program</w:t>
            </w:r>
          </w:p>
        </w:tc>
        <w:tc>
          <w:tcPr>
            <w:tcW w:w="3604" w:type="pct"/>
            <w:shd w:val="clear" w:color="auto" w:fill="auto"/>
          </w:tcPr>
          <w:p w14:paraId="50F3E61D" w14:textId="3AE57416" w:rsidR="00406A96" w:rsidRDefault="00406A96" w:rsidP="00406A96">
            <w:r>
              <w:t>4.1 Implement biosecurity procedures to mitigate pests and disease transfer during permaculture operations</w:t>
            </w:r>
          </w:p>
          <w:p w14:paraId="1FF13999" w14:textId="0679A060" w:rsidR="00EF1984" w:rsidRDefault="00EF1984" w:rsidP="00EF1984">
            <w:r>
              <w:t>4</w:t>
            </w:r>
            <w:r w:rsidRPr="008C3751">
              <w:t>.</w:t>
            </w:r>
            <w:r w:rsidR="00406A96">
              <w:t>2</w:t>
            </w:r>
            <w:r w:rsidRPr="008C3751">
              <w:t xml:space="preserve"> </w:t>
            </w:r>
            <w:r>
              <w:t xml:space="preserve">Recognise onset of conditions conducive to development of pests,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0866375D" w14:textId="6D63BA0D" w:rsidR="008A6FD3" w:rsidRDefault="008C3751" w:rsidP="008C3751">
            <w:r w:rsidRPr="008C3751">
              <w:t xml:space="preserve">4.3 </w:t>
            </w:r>
            <w:r w:rsidR="008A6FD3">
              <w:t>Manipulate</w:t>
            </w:r>
            <w:r w:rsidR="008A6FD3" w:rsidRPr="008C3751">
              <w:t xml:space="preserve"> </w:t>
            </w:r>
            <w:r w:rsidRPr="008C3751">
              <w:t xml:space="preserve">habitat and microclimate conditions </w:t>
            </w:r>
            <w:r w:rsidR="008A6FD3">
              <w:t>to encourage beneficial organisms</w:t>
            </w:r>
          </w:p>
          <w:p w14:paraId="7FB3B7F9" w14:textId="25E563F5" w:rsidR="008C3751" w:rsidRPr="008C3751" w:rsidRDefault="008A6FD3" w:rsidP="008C3751">
            <w:r>
              <w:t xml:space="preserve">4.4 Manipulate environmental to prevent </w:t>
            </w:r>
            <w:r w:rsidR="005D03C0">
              <w:t xml:space="preserve">conditions conducive to pests, </w:t>
            </w:r>
            <w:proofErr w:type="gramStart"/>
            <w:r>
              <w:t>disease</w:t>
            </w:r>
            <w:proofErr w:type="gramEnd"/>
            <w:r>
              <w:t xml:space="preserve"> </w:t>
            </w:r>
            <w:r w:rsidR="005D03C0">
              <w:t>and disorders</w:t>
            </w:r>
          </w:p>
          <w:p w14:paraId="50776314" w14:textId="241183AC" w:rsidR="00EF1984" w:rsidRDefault="00EF1984" w:rsidP="00EF1984">
            <w:r>
              <w:t>4.</w:t>
            </w:r>
            <w:r w:rsidR="008A6FD3">
              <w:t>5</w:t>
            </w:r>
            <w:r>
              <w:t xml:space="preserve"> Investigate and mitigate </w:t>
            </w:r>
            <w:r w:rsidRPr="008C3751">
              <w:t xml:space="preserve">effects of </w:t>
            </w:r>
            <w:r w:rsidR="005D03C0">
              <w:t>prevention program</w:t>
            </w:r>
            <w:r w:rsidRPr="008C3751">
              <w:t xml:space="preserve"> on other elements </w:t>
            </w:r>
            <w:r>
              <w:t xml:space="preserve">within </w:t>
            </w:r>
            <w:r w:rsidRPr="008C3751">
              <w:t>permaculture system</w:t>
            </w:r>
          </w:p>
          <w:p w14:paraId="2CA5C345" w14:textId="09B332BF" w:rsidR="008C3751" w:rsidRPr="008C3751" w:rsidRDefault="008C3751" w:rsidP="008C3751">
            <w:r w:rsidRPr="008C3751">
              <w:t>4.</w:t>
            </w:r>
            <w:r w:rsidR="008A6FD3">
              <w:t>6</w:t>
            </w:r>
            <w:r w:rsidRPr="008C3751">
              <w:t xml:space="preserve"> </w:t>
            </w:r>
            <w:r w:rsidR="008A6FD3">
              <w:t>Implement</w:t>
            </w:r>
            <w:r w:rsidRPr="008C3751">
              <w:t xml:space="preserve"> permaculture practices </w:t>
            </w:r>
            <w:r w:rsidR="008A6FD3">
              <w:t xml:space="preserve">to </w:t>
            </w:r>
            <w:r w:rsidRPr="008C3751">
              <w:t>minimise pest</w:t>
            </w:r>
            <w:r w:rsidR="008A6FD3">
              <w:t xml:space="preserve">, </w:t>
            </w:r>
            <w:proofErr w:type="gramStart"/>
            <w:r w:rsidRPr="008C3751">
              <w:t>disease</w:t>
            </w:r>
            <w:proofErr w:type="gramEnd"/>
            <w:r w:rsidR="008A6FD3">
              <w:t xml:space="preserve"> and disorders according to permaculture system design</w:t>
            </w:r>
          </w:p>
          <w:p w14:paraId="61F758F9" w14:textId="6E4AFD05" w:rsidR="008C3751" w:rsidRPr="008C3751" w:rsidRDefault="008C3751" w:rsidP="00956817">
            <w:r w:rsidRPr="008C3751">
              <w:t>4.</w:t>
            </w:r>
            <w:r w:rsidR="008A6FD3">
              <w:t>7</w:t>
            </w:r>
            <w:r w:rsidRPr="008C3751">
              <w:t xml:space="preserve"> </w:t>
            </w:r>
            <w:r w:rsidR="00406A96">
              <w:t>Record prevention activity according to workplace procedures</w:t>
            </w:r>
            <w:r w:rsidRPr="008C3751">
              <w:t xml:space="preserve"> </w:t>
            </w:r>
          </w:p>
        </w:tc>
      </w:tr>
      <w:tr w:rsidR="00EF1984" w:rsidRPr="00963A46" w14:paraId="1AE02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AC910" w14:textId="5466AD3F" w:rsidR="00EF1984" w:rsidRPr="008C3751" w:rsidRDefault="00EF1984" w:rsidP="008C3751">
            <w:pPr>
              <w:pStyle w:val="SIText"/>
            </w:pPr>
            <w:r>
              <w:lastRenderedPageBreak/>
              <w:t>5. Implement pest and disease control program</w:t>
            </w:r>
          </w:p>
        </w:tc>
        <w:tc>
          <w:tcPr>
            <w:tcW w:w="3604" w:type="pct"/>
            <w:shd w:val="clear" w:color="auto" w:fill="auto"/>
          </w:tcPr>
          <w:p w14:paraId="62ABA57A" w14:textId="1CAB082F" w:rsidR="00EF1984" w:rsidRDefault="00406A96" w:rsidP="00956817">
            <w:r>
              <w:t>5</w:t>
            </w:r>
            <w:r w:rsidR="008A6FD3">
              <w:t xml:space="preserve">.1 </w:t>
            </w:r>
            <w:r w:rsidR="000802F0">
              <w:t xml:space="preserve">Identify when pest. disease or disorder exceeds tolerable threshold </w:t>
            </w:r>
            <w:r>
              <w:t xml:space="preserve">for </w:t>
            </w:r>
            <w:r w:rsidR="000802F0">
              <w:t>permaculture system</w:t>
            </w:r>
          </w:p>
          <w:p w14:paraId="505B3F2D" w14:textId="212024F6" w:rsidR="000802F0" w:rsidRDefault="00406A96">
            <w:r>
              <w:t>5</w:t>
            </w:r>
            <w:r w:rsidR="000802F0">
              <w:t xml:space="preserve">.2 </w:t>
            </w:r>
            <w:r>
              <w:t>Select control method according to permaculture principles and organic standards</w:t>
            </w:r>
          </w:p>
          <w:p w14:paraId="42D47098" w14:textId="74E25026" w:rsidR="00406A96" w:rsidRDefault="00406A96">
            <w:r>
              <w:t>5.3 Implement control method ensuring minimal impact on other permaculture elements</w:t>
            </w:r>
          </w:p>
          <w:p w14:paraId="0F005597" w14:textId="14BF730F" w:rsidR="00406A96" w:rsidRDefault="00406A96">
            <w:r>
              <w:t>5.4 R</w:t>
            </w:r>
            <w:r w:rsidRPr="00406A96">
              <w:t xml:space="preserve">ecord </w:t>
            </w:r>
            <w:r>
              <w:t>control</w:t>
            </w:r>
            <w:r w:rsidRPr="00406A96">
              <w:t xml:space="preserve"> activity according to workplace procedures</w:t>
            </w:r>
          </w:p>
        </w:tc>
      </w:tr>
      <w:tr w:rsidR="008C3751" w:rsidRPr="00963A46" w14:paraId="0307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9F84F0" w14:textId="2E844130" w:rsidR="008C3751" w:rsidRPr="008C3751" w:rsidRDefault="00406A96" w:rsidP="00956817">
            <w:pPr>
              <w:pStyle w:val="SIText"/>
            </w:pPr>
            <w:r>
              <w:t>6</w:t>
            </w:r>
            <w:r w:rsidR="008C3751" w:rsidRPr="008C3751">
              <w:t xml:space="preserve">. Monitor and record the management of plant pests, </w:t>
            </w:r>
            <w:proofErr w:type="gramStart"/>
            <w:r w:rsidR="008C3751" w:rsidRPr="008C3751">
              <w:t>diseases</w:t>
            </w:r>
            <w:proofErr w:type="gramEnd"/>
            <w:r w:rsidR="008C3751" w:rsidRPr="008C3751">
              <w:t xml:space="preserve"> and disorders</w:t>
            </w:r>
          </w:p>
        </w:tc>
        <w:tc>
          <w:tcPr>
            <w:tcW w:w="3604" w:type="pct"/>
            <w:shd w:val="clear" w:color="auto" w:fill="auto"/>
          </w:tcPr>
          <w:p w14:paraId="00B80219" w14:textId="121231C6" w:rsidR="008C3751" w:rsidRPr="008C3751" w:rsidRDefault="005D03C0" w:rsidP="008C3751">
            <w:r>
              <w:t>6</w:t>
            </w:r>
            <w:r w:rsidR="008C3751" w:rsidRPr="008C3751">
              <w:t xml:space="preserve">.1 </w:t>
            </w:r>
            <w:r w:rsidR="00551FA0">
              <w:t>Compile records from pest disease and disorder control and prevention activity</w:t>
            </w:r>
          </w:p>
          <w:p w14:paraId="2E3524C2" w14:textId="2F090EAC" w:rsidR="008C3751" w:rsidRDefault="005D03C0" w:rsidP="008C3751">
            <w:r>
              <w:t>6</w:t>
            </w:r>
            <w:r w:rsidR="008C3751" w:rsidRPr="008C3751">
              <w:t xml:space="preserve">.2 </w:t>
            </w:r>
            <w:r w:rsidR="00551FA0">
              <w:t>Examine</w:t>
            </w:r>
            <w:r w:rsidR="008C3751" w:rsidRPr="008C3751">
              <w:t xml:space="preserve"> records </w:t>
            </w:r>
            <w:r>
              <w:t>and</w:t>
            </w:r>
            <w:r w:rsidRPr="008C3751">
              <w:t xml:space="preserve"> </w:t>
            </w:r>
            <w:r w:rsidR="00551FA0">
              <w:t>formulate patterns of infestation and infection</w:t>
            </w:r>
          </w:p>
          <w:p w14:paraId="7691FE1B" w14:textId="24AA5C1D" w:rsidR="008C3751" w:rsidRDefault="005D03C0" w:rsidP="00956817">
            <w:r>
              <w:t>6</w:t>
            </w:r>
            <w:r w:rsidR="008C3751" w:rsidRPr="008C3751">
              <w:t xml:space="preserve">.3 </w:t>
            </w:r>
            <w:r w:rsidR="00551FA0">
              <w:t>Document patterns of infestation and infection for</w:t>
            </w:r>
            <w:r w:rsidR="008C3751" w:rsidRPr="008C3751">
              <w:t xml:space="preserve"> permaculture system</w:t>
            </w:r>
          </w:p>
          <w:p w14:paraId="68BBADCC" w14:textId="16B8005F" w:rsidR="00551FA0" w:rsidRPr="008C3751" w:rsidRDefault="005D03C0">
            <w:r>
              <w:t>6</w:t>
            </w:r>
            <w:r w:rsidR="00551FA0">
              <w:t xml:space="preserve">.4 Review prevention and control programs in consideration of records and </w:t>
            </w:r>
            <w:r>
              <w:t xml:space="preserve">formulated </w:t>
            </w:r>
            <w:r w:rsidR="00551FA0">
              <w:t xml:space="preserve">patterns </w:t>
            </w:r>
          </w:p>
        </w:tc>
      </w:tr>
    </w:tbl>
    <w:p w14:paraId="50784BCC" w14:textId="45A9EC2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15328D9" w:rsidR="00F1480E" w:rsidRPr="005404CB" w:rsidRDefault="00F53762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02E0E22E" w:rsidR="00F1480E" w:rsidRPr="005404CB" w:rsidRDefault="00F537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Accurately maintain records of pests and disease conditions, </w:t>
            </w:r>
            <w:proofErr w:type="gramStart"/>
            <w:r>
              <w:rPr>
                <w:rFonts w:eastAsia="Calibri"/>
              </w:rPr>
              <w:t>treatments</w:t>
            </w:r>
            <w:proofErr w:type="gramEnd"/>
            <w:r>
              <w:rPr>
                <w:rFonts w:eastAsia="Calibri"/>
              </w:rPr>
              <w:t xml:space="preserve"> and outcomes to form traceability and reference data for future control options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47E2F780" w:rsidR="00CB13DA" w:rsidRPr="00CB13DA" w:rsidRDefault="00357B6F">
            <w:pPr>
              <w:pStyle w:val="SIText"/>
            </w:pPr>
            <w:r w:rsidRPr="00357B6F">
              <w:t>AHCPER3</w:t>
            </w:r>
            <w:r w:rsidR="008E6E5D">
              <w:t>X</w:t>
            </w:r>
            <w:r w:rsidR="00DD4DCD">
              <w:t>10</w:t>
            </w:r>
            <w:r w:rsidRPr="00357B6F">
              <w:t xml:space="preserve"> </w:t>
            </w:r>
            <w:r>
              <w:t>Mitigate</w:t>
            </w:r>
            <w:r w:rsidRPr="00357B6F">
              <w:t xml:space="preserve"> plant pests, </w:t>
            </w:r>
            <w:proofErr w:type="gramStart"/>
            <w:r w:rsidRPr="00357B6F">
              <w:t>diseases</w:t>
            </w:r>
            <w:proofErr w:type="gramEnd"/>
            <w:r w:rsidRPr="00357B6F">
              <w:t xml:space="preserve"> and disorders in a permaculture system</w:t>
            </w:r>
          </w:p>
        </w:tc>
        <w:tc>
          <w:tcPr>
            <w:tcW w:w="1105" w:type="pct"/>
          </w:tcPr>
          <w:p w14:paraId="64EA7AE3" w14:textId="2330CF92" w:rsidR="00CB13DA" w:rsidRPr="00CB13DA" w:rsidRDefault="00357B6F" w:rsidP="00CB13DA">
            <w:pPr>
              <w:pStyle w:val="SIText"/>
            </w:pPr>
            <w:r w:rsidRPr="00357B6F">
              <w:t xml:space="preserve">AHCPER320 Manage plant pests, </w:t>
            </w:r>
            <w:proofErr w:type="gramStart"/>
            <w:r w:rsidRPr="00357B6F">
              <w:t>diseases</w:t>
            </w:r>
            <w:proofErr w:type="gramEnd"/>
            <w:r w:rsidRPr="00357B6F">
              <w:t xml:space="preserve"> and disorders in a permaculture system</w:t>
            </w:r>
          </w:p>
        </w:tc>
        <w:tc>
          <w:tcPr>
            <w:tcW w:w="1251" w:type="pct"/>
          </w:tcPr>
          <w:p w14:paraId="02085DF4" w14:textId="77777777" w:rsidR="00CB13DA" w:rsidRDefault="007D5EAE" w:rsidP="00CB13DA">
            <w:pPr>
              <w:pStyle w:val="SIText"/>
            </w:pPr>
            <w:r>
              <w:t>Minor change to Application</w:t>
            </w:r>
          </w:p>
          <w:p w14:paraId="3E031D32" w14:textId="0B4E5CB7" w:rsidR="007D5EAE" w:rsidRPr="00CB13DA" w:rsidRDefault="007D5EAE" w:rsidP="00CB13DA">
            <w:pPr>
              <w:pStyle w:val="SIText"/>
            </w:pPr>
            <w:r>
              <w:t>Major changes to wording to reflect Training Package Standards. Addition of Element for control programs</w:t>
            </w:r>
          </w:p>
        </w:tc>
        <w:tc>
          <w:tcPr>
            <w:tcW w:w="1616" w:type="pct"/>
          </w:tcPr>
          <w:p w14:paraId="426455CD" w14:textId="5847855D" w:rsidR="00CB13DA" w:rsidRPr="00CB13DA" w:rsidRDefault="007D5EAE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160908A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17C9CD33" w14:textId="77777777" w:rsidR="00DE3EA6" w:rsidRDefault="00DE3EA6" w:rsidP="005F771F">
      <w:pPr>
        <w:pStyle w:val="SIText"/>
      </w:pPr>
    </w:p>
    <w:p w14:paraId="07572CD3" w14:textId="369C7F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E3EA6" w:rsidRPr="00E91BFF" w14:paraId="748289F0" w14:textId="77777777" w:rsidTr="00DD4DCD">
        <w:trPr>
          <w:trHeight w:val="744"/>
          <w:tblHeader/>
        </w:trPr>
        <w:tc>
          <w:tcPr>
            <w:tcW w:w="1470" w:type="pct"/>
            <w:shd w:val="clear" w:color="auto" w:fill="auto"/>
          </w:tcPr>
          <w:p w14:paraId="365F4B48" w14:textId="77777777" w:rsidR="00DE3EA6" w:rsidRPr="00DD4DCD" w:rsidRDefault="00DE3EA6" w:rsidP="00DD4DCD">
            <w:pPr>
              <w:pStyle w:val="SIUNITCODE"/>
            </w:pPr>
            <w:r w:rsidRPr="00956817">
              <w:t>TITLE</w:t>
            </w:r>
          </w:p>
        </w:tc>
        <w:tc>
          <w:tcPr>
            <w:tcW w:w="3530" w:type="pct"/>
          </w:tcPr>
          <w:p w14:paraId="00D7DE94" w14:textId="79F6B408" w:rsidR="00DE3EA6" w:rsidRPr="00A67F86" w:rsidRDefault="00DE3EA6">
            <w:pPr>
              <w:pStyle w:val="SIUnittitle"/>
            </w:pPr>
            <w:r w:rsidRPr="00A67F86">
              <w:t>Assessment requirements for AHCPER3</w:t>
            </w:r>
            <w:r w:rsidR="008E6E5D">
              <w:t>X</w:t>
            </w:r>
            <w:r w:rsidR="00DD4DCD">
              <w:t>10</w:t>
            </w:r>
            <w:r w:rsidRPr="00A67F86">
              <w:t xml:space="preserve"> </w:t>
            </w:r>
            <w:r w:rsidR="00BD7885">
              <w:t>Mitigate</w:t>
            </w:r>
            <w:r w:rsidR="00BD7885" w:rsidRPr="00956817">
              <w:t xml:space="preserve"> </w:t>
            </w:r>
            <w:r w:rsidRPr="00A67F86">
              <w:t xml:space="preserve">plant pests, </w:t>
            </w:r>
            <w:proofErr w:type="gramStart"/>
            <w:r w:rsidRPr="00A67F86">
              <w:t>diseases</w:t>
            </w:r>
            <w:proofErr w:type="gramEnd"/>
            <w:r w:rsidRPr="00A67F86">
              <w:t xml:space="preserve"> and disorders in a permaculture system</w:t>
            </w:r>
          </w:p>
        </w:tc>
      </w:tr>
      <w:tr w:rsidR="00A67F86" w:rsidRPr="00A55106" w14:paraId="4D527228" w14:textId="77777777" w:rsidTr="00A67F86">
        <w:trPr>
          <w:tblHeader/>
        </w:trPr>
        <w:tc>
          <w:tcPr>
            <w:tcW w:w="5000" w:type="pct"/>
            <w:gridSpan w:val="2"/>
          </w:tcPr>
          <w:p w14:paraId="4EF2A28A" w14:textId="28450F32" w:rsidR="00A67F86" w:rsidRPr="005404CB" w:rsidRDefault="00A67F86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A67F86" w:rsidRPr="00067E1C" w14:paraId="00B4930D" w14:textId="77777777" w:rsidTr="00A67F86">
        <w:tc>
          <w:tcPr>
            <w:tcW w:w="5000" w:type="pct"/>
            <w:gridSpan w:val="2"/>
          </w:tcPr>
          <w:p w14:paraId="1CEECC65" w14:textId="0DE2F727" w:rsidR="00BD7885" w:rsidRDefault="00BD7885" w:rsidP="00BD7885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0240D72" w14:textId="3DBD3DE3" w:rsidR="00BD7885" w:rsidRDefault="00BD7885" w:rsidP="00BD7885">
            <w:pPr>
              <w:pStyle w:val="SIText"/>
            </w:pPr>
            <w:r>
              <w:t>There must be evidence that the individual has implemented prevention and control programs to mitigate the effects of pest, diseases and disorders on a permaculture system and has:</w:t>
            </w:r>
          </w:p>
          <w:p w14:paraId="6F67A513" w14:textId="335094B2" w:rsidR="008B5B47" w:rsidRDefault="00A67F86" w:rsidP="008C3751">
            <w:pPr>
              <w:pStyle w:val="SIBulletList1"/>
            </w:pPr>
            <w:r w:rsidRPr="008C3751">
              <w:t>identif</w:t>
            </w:r>
            <w:r w:rsidR="00BD7885">
              <w:t xml:space="preserve">ied </w:t>
            </w:r>
            <w:r w:rsidR="008B5B47">
              <w:t xml:space="preserve">potential </w:t>
            </w:r>
            <w:r w:rsidRPr="008C3751">
              <w:t xml:space="preserve">pests, diseases and disorders </w:t>
            </w:r>
            <w:r w:rsidR="008B5B47">
              <w:t xml:space="preserve">and their preferred conditions for </w:t>
            </w:r>
            <w:r w:rsidR="00BD7885">
              <w:t>a permaculture system</w:t>
            </w:r>
          </w:p>
          <w:p w14:paraId="5DEA7137" w14:textId="6AFC8849" w:rsidR="008B5B47" w:rsidRDefault="008B5B47" w:rsidP="008C3751">
            <w:pPr>
              <w:pStyle w:val="SIBulletList1"/>
            </w:pPr>
            <w:r>
              <w:t xml:space="preserve">identified and monitored beneficial organisms for prevention and control of </w:t>
            </w:r>
            <w:proofErr w:type="gramStart"/>
            <w:r>
              <w:t>pests</w:t>
            </w:r>
            <w:proofErr w:type="gramEnd"/>
            <w:r>
              <w:t xml:space="preserve"> diseases and disorders</w:t>
            </w:r>
          </w:p>
          <w:p w14:paraId="37EDD824" w14:textId="277721E5" w:rsidR="008B5B47" w:rsidRDefault="008B5B47" w:rsidP="008C3751">
            <w:pPr>
              <w:pStyle w:val="SIBulletList1"/>
            </w:pPr>
            <w:r>
              <w:lastRenderedPageBreak/>
              <w:t xml:space="preserve">developed prevention and control programs for pest,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7464EB5A" w14:textId="35652CE8" w:rsidR="00A67F86" w:rsidRDefault="00A67F86" w:rsidP="00F31E07">
            <w:pPr>
              <w:pStyle w:val="SIBulletList1"/>
            </w:pPr>
            <w:r>
              <w:t>monitor</w:t>
            </w:r>
            <w:r w:rsidR="008B5B47">
              <w:t>ed</w:t>
            </w:r>
            <w:r>
              <w:t xml:space="preserve"> conditions conducive to pests, diseases and disorders including:</w:t>
            </w:r>
          </w:p>
          <w:p w14:paraId="796597F0" w14:textId="77777777" w:rsidR="00A67F86" w:rsidRDefault="00A67F86" w:rsidP="00DD4DCD">
            <w:pPr>
              <w:pStyle w:val="SIBulletList2"/>
            </w:pPr>
            <w:r>
              <w:t>soil moisture</w:t>
            </w:r>
          </w:p>
          <w:p w14:paraId="4982DB3B" w14:textId="77777777" w:rsidR="00A67F86" w:rsidRDefault="00A67F86" w:rsidP="00DD4DCD">
            <w:pPr>
              <w:pStyle w:val="SIBulletList2"/>
            </w:pPr>
            <w:r>
              <w:t>weather conditions</w:t>
            </w:r>
          </w:p>
          <w:p w14:paraId="63F3405B" w14:textId="374B5FB8" w:rsidR="00A67F86" w:rsidRDefault="008B5B47" w:rsidP="00DD4DCD">
            <w:pPr>
              <w:pStyle w:val="SIBulletList2"/>
            </w:pPr>
            <w:r>
              <w:t>nutrients</w:t>
            </w:r>
          </w:p>
          <w:p w14:paraId="1E38A48C" w14:textId="794F1C45" w:rsidR="008B5B47" w:rsidRDefault="008B5B47" w:rsidP="00DD4DCD">
            <w:pPr>
              <w:pStyle w:val="SIBulletList1"/>
            </w:pPr>
            <w:r>
              <w:t>monitored permaculture system and identified pests, diseases and disorders and the tolerable threshold for each</w:t>
            </w:r>
          </w:p>
          <w:p w14:paraId="705A2FE9" w14:textId="28A7FFF7" w:rsidR="008B5B47" w:rsidRDefault="008B5B47" w:rsidP="00DD4DCD">
            <w:pPr>
              <w:pStyle w:val="SIBulletList1"/>
            </w:pPr>
            <w:r>
              <w:t xml:space="preserve">implemented a pest, diseases and disorder prevention program </w:t>
            </w:r>
            <w:r w:rsidR="00956817">
              <w:t>and monitored impact on other permaculture elements</w:t>
            </w:r>
          </w:p>
          <w:p w14:paraId="61598AC3" w14:textId="05789B9F" w:rsidR="00A67F86" w:rsidRDefault="002B35F6" w:rsidP="008C3751">
            <w:pPr>
              <w:pStyle w:val="SIBulletList1"/>
            </w:pPr>
            <w:r>
              <w:t>investigated</w:t>
            </w:r>
            <w:r w:rsidR="00A67F86" w:rsidRPr="008C3751">
              <w:t xml:space="preserve"> methods of managing pests, </w:t>
            </w:r>
            <w:proofErr w:type="gramStart"/>
            <w:r w:rsidR="00A67F86" w:rsidRPr="008C3751">
              <w:t>diseases</w:t>
            </w:r>
            <w:proofErr w:type="gramEnd"/>
            <w:r w:rsidR="00A67F86" w:rsidRPr="008C3751">
              <w:t xml:space="preserve"> and disorders in a permaculture system</w:t>
            </w:r>
          </w:p>
          <w:p w14:paraId="0D43CF52" w14:textId="77777777" w:rsidR="002B35F6" w:rsidRDefault="00956817" w:rsidP="008C3751">
            <w:pPr>
              <w:pStyle w:val="SIBulletList1"/>
            </w:pPr>
            <w:r>
              <w:t>recognised when tolerable threshold has been exceeded for infestation/infection</w:t>
            </w:r>
          </w:p>
          <w:p w14:paraId="08619A51" w14:textId="0EC88CDA" w:rsidR="00956817" w:rsidRPr="008C3751" w:rsidRDefault="00956817" w:rsidP="008C3751">
            <w:pPr>
              <w:pStyle w:val="SIBulletList1"/>
            </w:pPr>
            <w:r>
              <w:t>implemented control program according to organic and permaculture standards</w:t>
            </w:r>
          </w:p>
          <w:p w14:paraId="68D43BC3" w14:textId="35870BB9" w:rsidR="00956817" w:rsidRPr="008C3751" w:rsidRDefault="00956817" w:rsidP="00956817">
            <w:pPr>
              <w:pStyle w:val="SIBulletList1"/>
            </w:pPr>
            <w:r>
              <w:t xml:space="preserve">maintained records and formulated patterns of </w:t>
            </w:r>
            <w:r w:rsidRPr="008C3751">
              <w:t>pest and disease control operations</w:t>
            </w:r>
            <w:r>
              <w:t xml:space="preserve"> for updating prevention and control programs which must include:</w:t>
            </w:r>
          </w:p>
          <w:p w14:paraId="7DF494E2" w14:textId="77777777" w:rsidR="00A67F86" w:rsidRDefault="00956817" w:rsidP="00DD4DCD">
            <w:pPr>
              <w:pStyle w:val="SIBulletList2"/>
            </w:pPr>
            <w:r>
              <w:t xml:space="preserve">pest disease or disorder name, </w:t>
            </w:r>
            <w:proofErr w:type="gramStart"/>
            <w:r>
              <w:t>type</w:t>
            </w:r>
            <w:proofErr w:type="gramEnd"/>
            <w:r>
              <w:t xml:space="preserve"> and cause</w:t>
            </w:r>
          </w:p>
          <w:p w14:paraId="28EB2D8C" w14:textId="348F8000" w:rsidR="00956817" w:rsidRDefault="00956817" w:rsidP="00DD4DCD">
            <w:pPr>
              <w:pStyle w:val="SIBulletList2"/>
            </w:pPr>
            <w:r>
              <w:t>weather/environmental conditions conducive for development</w:t>
            </w:r>
          </w:p>
          <w:p w14:paraId="002E5E44" w14:textId="158B930E" w:rsidR="00956817" w:rsidRDefault="00D42F22" w:rsidP="00DD4DCD">
            <w:pPr>
              <w:pStyle w:val="SIBulletList2"/>
            </w:pPr>
            <w:r>
              <w:t>date and actions taken</w:t>
            </w:r>
            <w:r w:rsidR="00956817">
              <w:t xml:space="preserve"> in prevention and co</w:t>
            </w:r>
            <w:r>
              <w:t>ntrol program activity</w:t>
            </w:r>
          </w:p>
          <w:p w14:paraId="6BFA69AA" w14:textId="79812339" w:rsidR="00956817" w:rsidRPr="005404CB" w:rsidRDefault="00D42F22" w:rsidP="00DD4DCD">
            <w:pPr>
              <w:pStyle w:val="SIBulletList2"/>
            </w:pPr>
            <w:r>
              <w:t>infection/infestation thresholds for plants in the permaculture system.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115E193" w14:textId="6EBEBCC7" w:rsidR="00D42F22" w:rsidRDefault="00D42F22" w:rsidP="00DD4DCD">
            <w:pPr>
              <w:pStyle w:val="SIText"/>
            </w:pPr>
            <w:r w:rsidRPr="00D42F22">
              <w:t>An individual must be able to demonstrate the knowledge required to perform the tasks outlined in the elements and performance criteria of this unit. This includes knowledge of:</w:t>
            </w:r>
          </w:p>
          <w:p w14:paraId="14FC3411" w14:textId="3F7B6B71" w:rsidR="008C3751" w:rsidRPr="008C3751" w:rsidRDefault="008C3751" w:rsidP="008C3751">
            <w:pPr>
              <w:pStyle w:val="SIBulletList1"/>
            </w:pPr>
            <w:r w:rsidRPr="008C3751">
              <w:t xml:space="preserve">permaculture </w:t>
            </w:r>
            <w:r w:rsidR="00D42F22">
              <w:t xml:space="preserve">and organic </w:t>
            </w:r>
            <w:r w:rsidRPr="008C3751">
              <w:t xml:space="preserve">principles and practices related to managing plant pests, </w:t>
            </w:r>
            <w:proofErr w:type="gramStart"/>
            <w:r w:rsidRPr="008C3751">
              <w:t>diseases</w:t>
            </w:r>
            <w:proofErr w:type="gramEnd"/>
            <w:r w:rsidRPr="008C3751">
              <w:t xml:space="preserve"> and disorders</w:t>
            </w:r>
          </w:p>
          <w:p w14:paraId="2A661A23" w14:textId="5B59B779" w:rsidR="008C3751" w:rsidRPr="008C3751" w:rsidRDefault="008C3751" w:rsidP="008C3751">
            <w:pPr>
              <w:pStyle w:val="SIBulletList1"/>
            </w:pPr>
            <w:r w:rsidRPr="008C3751">
              <w:t>principles of maintaining healthy crops</w:t>
            </w:r>
            <w:r w:rsidR="00D42F22">
              <w:t xml:space="preserve"> in a permaculture system</w:t>
            </w:r>
            <w:r w:rsidRPr="008C3751">
              <w:t>,</w:t>
            </w:r>
            <w:r w:rsidR="00D42F22">
              <w:t xml:space="preserve"> including</w:t>
            </w:r>
            <w:r w:rsidRPr="008C3751">
              <w:t>:</w:t>
            </w:r>
          </w:p>
          <w:p w14:paraId="2A057FC4" w14:textId="77777777" w:rsidR="008C3751" w:rsidRPr="008C3751" w:rsidRDefault="008C3751" w:rsidP="008C3751">
            <w:pPr>
              <w:pStyle w:val="SIBulletList2"/>
            </w:pPr>
            <w:r w:rsidRPr="008C3751">
              <w:t>companion planting</w:t>
            </w:r>
          </w:p>
          <w:p w14:paraId="30034DE2" w14:textId="77777777" w:rsidR="008C3751" w:rsidRPr="008C3751" w:rsidRDefault="008C3751" w:rsidP="008C3751">
            <w:pPr>
              <w:pStyle w:val="SIBulletList2"/>
            </w:pPr>
            <w:r w:rsidRPr="008C3751">
              <w:t>increasing diversity</w:t>
            </w:r>
          </w:p>
          <w:p w14:paraId="09CF9C1D" w14:textId="77777777" w:rsidR="008C3751" w:rsidRPr="008C3751" w:rsidRDefault="008C3751" w:rsidP="008C3751">
            <w:pPr>
              <w:pStyle w:val="SIBulletList2"/>
            </w:pPr>
            <w:r w:rsidRPr="008C3751">
              <w:t>providing habitat and food for pests’ natural predators</w:t>
            </w:r>
          </w:p>
          <w:p w14:paraId="14693F1B" w14:textId="77777777" w:rsidR="00A91C86" w:rsidRDefault="008C3751" w:rsidP="00DD4DCD">
            <w:pPr>
              <w:pStyle w:val="SIBulletList2"/>
            </w:pPr>
            <w:r w:rsidRPr="008C3751">
              <w:t>healthy, balanced soil</w:t>
            </w:r>
            <w:r w:rsidR="00A91C86" w:rsidRPr="008C3751">
              <w:t xml:space="preserve"> </w:t>
            </w:r>
          </w:p>
          <w:p w14:paraId="1687849D" w14:textId="24A6A116" w:rsidR="00A91C86" w:rsidRPr="00A91C86" w:rsidRDefault="00A91C86" w:rsidP="00DD4DCD">
            <w:pPr>
              <w:pStyle w:val="SIBulletList2"/>
            </w:pPr>
            <w:r w:rsidRPr="008C3751">
              <w:t xml:space="preserve">planting for insectivorous birds, lizards, </w:t>
            </w:r>
            <w:proofErr w:type="gramStart"/>
            <w:r w:rsidRPr="008C3751">
              <w:t>frogs</w:t>
            </w:r>
            <w:proofErr w:type="gramEnd"/>
            <w:r w:rsidRPr="008C3751">
              <w:t xml:space="preserve"> and microbats</w:t>
            </w:r>
          </w:p>
          <w:p w14:paraId="57E0697E" w14:textId="77777777" w:rsidR="008C3751" w:rsidRPr="008C3751" w:rsidRDefault="008C3751" w:rsidP="008C3751">
            <w:pPr>
              <w:pStyle w:val="SIBulletList2"/>
            </w:pPr>
            <w:r w:rsidRPr="008C3751">
              <w:t>minimal use of soluble fertilisers</w:t>
            </w:r>
          </w:p>
          <w:p w14:paraId="573BE003" w14:textId="7C2EA0B2" w:rsidR="008C3751" w:rsidRPr="008C3751" w:rsidRDefault="00D42F22" w:rsidP="008C3751">
            <w:pPr>
              <w:pStyle w:val="SIBulletList1"/>
            </w:pPr>
            <w:r>
              <w:t xml:space="preserve">permaculture and </w:t>
            </w:r>
            <w:r w:rsidRPr="008C3751">
              <w:t>organic systems</w:t>
            </w:r>
            <w:r w:rsidRPr="00D42F22">
              <w:t xml:space="preserve"> </w:t>
            </w:r>
            <w:r w:rsidR="008C3751" w:rsidRPr="008C3751">
              <w:t xml:space="preserve">control methods, </w:t>
            </w:r>
            <w:r>
              <w:t>including:</w:t>
            </w:r>
          </w:p>
          <w:p w14:paraId="2F0DB9BE" w14:textId="77777777" w:rsidR="008C3751" w:rsidRPr="008C3751" w:rsidRDefault="008C3751" w:rsidP="008C3751">
            <w:pPr>
              <w:pStyle w:val="SIBulletList2"/>
            </w:pPr>
            <w:r w:rsidRPr="008C3751">
              <w:t>deterrent organic sprays</w:t>
            </w:r>
          </w:p>
          <w:p w14:paraId="3C9B8205" w14:textId="77777777" w:rsidR="008C3751" w:rsidRPr="008C3751" w:rsidRDefault="008C3751" w:rsidP="008C3751">
            <w:pPr>
              <w:pStyle w:val="SIBulletList2"/>
            </w:pPr>
            <w:r w:rsidRPr="008C3751">
              <w:t>pheromone traps and lures</w:t>
            </w:r>
          </w:p>
          <w:p w14:paraId="34D7C50C" w14:textId="62135A35" w:rsidR="008C3751" w:rsidRPr="008C3751" w:rsidRDefault="00D42F22" w:rsidP="008C3751">
            <w:pPr>
              <w:pStyle w:val="SIBulletList2"/>
            </w:pPr>
            <w:r w:rsidRPr="008C3751">
              <w:t>biological control</w:t>
            </w:r>
            <w:r>
              <w:t xml:space="preserve">s using </w:t>
            </w:r>
            <w:r w:rsidR="008C3751" w:rsidRPr="008C3751">
              <w:t>predatory</w:t>
            </w:r>
            <w:r>
              <w:t xml:space="preserve">, </w:t>
            </w:r>
            <w:r w:rsidR="008C3751" w:rsidRPr="008C3751">
              <w:t>parasitic insects</w:t>
            </w:r>
            <w:r>
              <w:t xml:space="preserve"> and</w:t>
            </w:r>
            <w:r w:rsidR="008C3751" w:rsidRPr="008C3751">
              <w:t xml:space="preserve"> mites</w:t>
            </w:r>
          </w:p>
          <w:p w14:paraId="54AF1EEC" w14:textId="77777777" w:rsidR="008C3751" w:rsidRPr="008C3751" w:rsidRDefault="008C3751" w:rsidP="008C3751">
            <w:pPr>
              <w:pStyle w:val="SIBulletList2"/>
            </w:pPr>
            <w:r w:rsidRPr="008C3751">
              <w:t>nutrient additives</w:t>
            </w:r>
          </w:p>
          <w:p w14:paraId="5D421B19" w14:textId="7B07A015" w:rsidR="008C3751" w:rsidRPr="008C3751" w:rsidRDefault="008C3751" w:rsidP="008C3751">
            <w:pPr>
              <w:pStyle w:val="SIBulletList2"/>
            </w:pPr>
            <w:r w:rsidRPr="008C3751">
              <w:t>crop rotation</w:t>
            </w:r>
            <w:r w:rsidR="00A91C86">
              <w:t xml:space="preserve"> and succession planting</w:t>
            </w:r>
          </w:p>
          <w:p w14:paraId="4C168657" w14:textId="77777777" w:rsidR="008C3751" w:rsidRPr="008C3751" w:rsidRDefault="008C3751" w:rsidP="008C3751">
            <w:pPr>
              <w:pStyle w:val="SIBulletList2"/>
            </w:pPr>
            <w:r w:rsidRPr="008C3751">
              <w:t>covers and netting</w:t>
            </w:r>
          </w:p>
          <w:p w14:paraId="172CA5E7" w14:textId="1B788663" w:rsidR="008C3751" w:rsidRDefault="008C3751" w:rsidP="008C3751">
            <w:pPr>
              <w:pStyle w:val="SIBulletList2"/>
            </w:pPr>
            <w:proofErr w:type="spellStart"/>
            <w:r w:rsidRPr="008C3751">
              <w:t>Bacilllus</w:t>
            </w:r>
            <w:proofErr w:type="spellEnd"/>
            <w:r w:rsidRPr="008C3751">
              <w:t xml:space="preserve"> thuringiensis</w:t>
            </w:r>
            <w:r w:rsidR="00D42F22">
              <w:t xml:space="preserve"> (BT</w:t>
            </w:r>
            <w:r w:rsidRPr="008C3751">
              <w:t>) and other action-specific micro-organisms</w:t>
            </w:r>
          </w:p>
          <w:p w14:paraId="4EF92B47" w14:textId="79C8435A" w:rsidR="00D42F22" w:rsidRDefault="00D42F22" w:rsidP="00DD4DCD">
            <w:pPr>
              <w:pStyle w:val="SIBulletList1"/>
            </w:pPr>
            <w:r>
              <w:t>common pests, diseases and disorders affecting plants in a permaculture system, including:</w:t>
            </w:r>
          </w:p>
          <w:p w14:paraId="6CA0F64F" w14:textId="77777777" w:rsidR="00D42F22" w:rsidRDefault="008C3751" w:rsidP="00DD4DCD">
            <w:pPr>
              <w:pStyle w:val="SIBulletList2"/>
            </w:pPr>
            <w:r w:rsidRPr="008C3751">
              <w:t>symptoms of disease and disorders</w:t>
            </w:r>
          </w:p>
          <w:p w14:paraId="791CC631" w14:textId="05AD70A1" w:rsidR="00D42F22" w:rsidRDefault="00A91C86" w:rsidP="00DD4DCD">
            <w:pPr>
              <w:pStyle w:val="SIBulletList2"/>
            </w:pPr>
            <w:r>
              <w:t xml:space="preserve">soil conditions, </w:t>
            </w:r>
            <w:r w:rsidR="00D42F22">
              <w:t>weather and environmental conditions supporting infection/infestation</w:t>
            </w:r>
          </w:p>
          <w:p w14:paraId="22DB2567" w14:textId="77777777" w:rsidR="00A91C86" w:rsidRDefault="00A91C86" w:rsidP="00DD4DCD">
            <w:pPr>
              <w:pStyle w:val="SIBulletList2"/>
            </w:pPr>
            <w:r>
              <w:t>common names</w:t>
            </w:r>
          </w:p>
          <w:p w14:paraId="667DF6B9" w14:textId="0643BA2B" w:rsidR="00A91C86" w:rsidRDefault="00A91C86" w:rsidP="00DD4DCD">
            <w:pPr>
              <w:pStyle w:val="SIBulletList2"/>
            </w:pPr>
            <w:r>
              <w:t>infestation/infection threshold affecting produce</w:t>
            </w:r>
          </w:p>
          <w:p w14:paraId="5904AA2E" w14:textId="77777777" w:rsidR="008C3751" w:rsidRPr="008C3751" w:rsidRDefault="008C3751" w:rsidP="00DD4DCD">
            <w:pPr>
              <w:pStyle w:val="SIBulletList2"/>
            </w:pPr>
            <w:r w:rsidRPr="008C3751">
              <w:t>stages of development of pest organisms and signs of pest presence on plants and animals</w:t>
            </w:r>
          </w:p>
          <w:p w14:paraId="0EF7AD01" w14:textId="77777777" w:rsidR="008C3751" w:rsidRPr="008C3751" w:rsidRDefault="008C3751" w:rsidP="00DD4DCD">
            <w:pPr>
              <w:pStyle w:val="SIBulletList2"/>
            </w:pPr>
            <w:r w:rsidRPr="008C3751">
              <w:t xml:space="preserve">fungal, </w:t>
            </w:r>
            <w:proofErr w:type="gramStart"/>
            <w:r w:rsidRPr="008C3751">
              <w:t>bacterial</w:t>
            </w:r>
            <w:proofErr w:type="gramEnd"/>
            <w:r w:rsidRPr="008C3751">
              <w:t xml:space="preserve"> and viral infestations and their symptoms</w:t>
            </w:r>
          </w:p>
          <w:p w14:paraId="4EB4C68B" w14:textId="77777777" w:rsidR="008C3751" w:rsidRPr="008C3751" w:rsidRDefault="008C3751" w:rsidP="00DD4DCD">
            <w:pPr>
              <w:pStyle w:val="SIBulletList2"/>
            </w:pPr>
            <w:r w:rsidRPr="008C3751">
              <w:t>disease vectors and plants that harbor them</w:t>
            </w:r>
          </w:p>
          <w:p w14:paraId="39979E77" w14:textId="77777777" w:rsidR="00A91C86" w:rsidRDefault="00A91C86" w:rsidP="00A91C86">
            <w:pPr>
              <w:pStyle w:val="SIBulletList1"/>
            </w:pPr>
            <w:r>
              <w:t xml:space="preserve">preventing and controlling pests, </w:t>
            </w:r>
            <w:proofErr w:type="gramStart"/>
            <w:r>
              <w:t>diseases</w:t>
            </w:r>
            <w:proofErr w:type="gramEnd"/>
            <w:r>
              <w:t xml:space="preserve"> and disorders in enclosed environments, including:</w:t>
            </w:r>
          </w:p>
          <w:p w14:paraId="08A70065" w14:textId="77777777" w:rsidR="00A91C86" w:rsidRDefault="00A91C86" w:rsidP="00A91C86">
            <w:pPr>
              <w:pStyle w:val="SIBulletList2"/>
            </w:pPr>
            <w:r>
              <w:t>greenhouses and shade house</w:t>
            </w:r>
          </w:p>
          <w:p w14:paraId="09C6C8E9" w14:textId="77777777" w:rsidR="00A91C86" w:rsidRDefault="00A91C86" w:rsidP="00A91C86">
            <w:pPr>
              <w:pStyle w:val="SIBulletList2"/>
            </w:pPr>
            <w:r>
              <w:t>closed canopy</w:t>
            </w:r>
          </w:p>
          <w:p w14:paraId="2A16382F" w14:textId="77777777" w:rsidR="00A91C86" w:rsidRDefault="00A91C86" w:rsidP="00A91C86">
            <w:pPr>
              <w:pStyle w:val="SIBulletList2"/>
            </w:pPr>
            <w:r>
              <w:t xml:space="preserve">manipulating </w:t>
            </w:r>
            <w:proofErr w:type="gramStart"/>
            <w:r>
              <w:t>micro climate</w:t>
            </w:r>
            <w:proofErr w:type="gramEnd"/>
          </w:p>
          <w:p w14:paraId="6E7C2591" w14:textId="77777777" w:rsidR="0000675F" w:rsidRDefault="00A91C86" w:rsidP="00DD4DCD">
            <w:pPr>
              <w:pStyle w:val="SIBulletList1"/>
            </w:pPr>
            <w:r>
              <w:t xml:space="preserve">biosecurity procedures </w:t>
            </w:r>
            <w:r w:rsidRPr="008C3751">
              <w:t xml:space="preserve">to </w:t>
            </w:r>
            <w:r>
              <w:t>prevent</w:t>
            </w:r>
            <w:r w:rsidRPr="008C3751">
              <w:t xml:space="preserve"> transferring infections</w:t>
            </w:r>
            <w:r>
              <w:t>/infestations in the system</w:t>
            </w:r>
          </w:p>
          <w:p w14:paraId="5C8CD985" w14:textId="1C717192" w:rsidR="00F1480E" w:rsidRPr="005404CB" w:rsidRDefault="0000675F" w:rsidP="00DD4DCD">
            <w:pPr>
              <w:pStyle w:val="SIBulletList1"/>
            </w:pPr>
            <w:r>
              <w:lastRenderedPageBreak/>
              <w:t xml:space="preserve">importance of record keeping </w:t>
            </w:r>
            <w:proofErr w:type="gramStart"/>
            <w:r>
              <w:t>to build</w:t>
            </w:r>
            <w:proofErr w:type="gramEnd"/>
            <w:r>
              <w:t xml:space="preserve"> understanding of pests and disease development, prevention and control</w:t>
            </w:r>
            <w:r w:rsidR="00A91C8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2D96F8C" w14:textId="77777777" w:rsidR="00D56C99" w:rsidRPr="00D56C99" w:rsidRDefault="00D56C99" w:rsidP="00DD4DCD">
            <w:pPr>
              <w:pStyle w:val="SIText"/>
            </w:pPr>
            <w:r w:rsidRPr="00D56C99">
              <w:t xml:space="preserve">Assessment of the skills in this unit of competency must take place under the following conditions: </w:t>
            </w:r>
          </w:p>
          <w:p w14:paraId="2A992DD8" w14:textId="77777777" w:rsidR="00D56C99" w:rsidRPr="00D56C99" w:rsidRDefault="00D56C99" w:rsidP="00DD4DCD">
            <w:pPr>
              <w:pStyle w:val="SIBulletList1"/>
            </w:pPr>
            <w:r w:rsidRPr="00D56C99">
              <w:t>physical conditions:</w:t>
            </w:r>
          </w:p>
          <w:p w14:paraId="51808518" w14:textId="246C503E" w:rsidR="00D56C99" w:rsidRPr="00D56C99" w:rsidRDefault="00D56C99" w:rsidP="00D56C99">
            <w:pPr>
              <w:pStyle w:val="SIBulletList2"/>
            </w:pPr>
            <w:r w:rsidRPr="00D56C99">
              <w:t xml:space="preserve">skills must be demonstrated </w:t>
            </w:r>
            <w:r>
              <w:t xml:space="preserve">on an operational </w:t>
            </w:r>
            <w:r w:rsidRPr="00D56C99">
              <w:t>permaculture system or an environment that accurately represents workplace conditions</w:t>
            </w:r>
          </w:p>
          <w:p w14:paraId="4A7ECA73" w14:textId="77777777" w:rsidR="00D56C99" w:rsidRPr="00D56C99" w:rsidRDefault="00D56C99" w:rsidP="00DD4DCD">
            <w:pPr>
              <w:pStyle w:val="SIBulletList1"/>
            </w:pPr>
            <w:r w:rsidRPr="00D56C99">
              <w:t xml:space="preserve">resources, </w:t>
            </w:r>
            <w:proofErr w:type="gramStart"/>
            <w:r w:rsidRPr="00D56C99">
              <w:t>equipment</w:t>
            </w:r>
            <w:proofErr w:type="gramEnd"/>
            <w:r w:rsidRPr="00D56C99">
              <w:t xml:space="preserve"> and materials:</w:t>
            </w:r>
          </w:p>
          <w:p w14:paraId="6A4F1471" w14:textId="76D01C8C" w:rsidR="00D56C99" w:rsidRDefault="00D56C99" w:rsidP="00D56C99">
            <w:pPr>
              <w:pStyle w:val="SIBulletList2"/>
            </w:pPr>
            <w:r>
              <w:t>use of reference materials</w:t>
            </w:r>
          </w:p>
          <w:p w14:paraId="7D298AB8" w14:textId="77777777" w:rsidR="00D56C99" w:rsidRDefault="00D56C99" w:rsidP="00D56C99">
            <w:pPr>
              <w:pStyle w:val="SIBulletList2"/>
            </w:pPr>
            <w:r w:rsidRPr="00D56C99">
              <w:t>use of tools and equipment</w:t>
            </w:r>
          </w:p>
          <w:p w14:paraId="524B731D" w14:textId="338BF64E" w:rsidR="00D56C99" w:rsidRDefault="00D56C99" w:rsidP="00D56C99">
            <w:pPr>
              <w:pStyle w:val="SIBulletList2"/>
            </w:pPr>
            <w:r>
              <w:t>use of recording systems</w:t>
            </w:r>
          </w:p>
          <w:p w14:paraId="1FEB9C3D" w14:textId="4A11E29C" w:rsidR="00D56C99" w:rsidRPr="00D56C99" w:rsidRDefault="00D56C99" w:rsidP="00D56C99">
            <w:pPr>
              <w:pStyle w:val="SIBulletList2"/>
            </w:pPr>
            <w:r>
              <w:t>use of treatments</w:t>
            </w:r>
            <w:r w:rsidR="00543C6E">
              <w:t xml:space="preserve"> and biological agents</w:t>
            </w:r>
          </w:p>
          <w:p w14:paraId="65B8981F" w14:textId="77777777" w:rsidR="00D56C99" w:rsidRPr="00D56C99" w:rsidRDefault="00D56C99" w:rsidP="00DD4DCD">
            <w:pPr>
              <w:pStyle w:val="SIBulletList1"/>
            </w:pPr>
            <w:r w:rsidRPr="00D56C99">
              <w:t>specifications:</w:t>
            </w:r>
          </w:p>
          <w:p w14:paraId="75B0C542" w14:textId="532E0805" w:rsidR="00D56C99" w:rsidRPr="00D56C99" w:rsidRDefault="00D56C99" w:rsidP="00D56C99">
            <w:pPr>
              <w:pStyle w:val="SIBulletList2"/>
            </w:pPr>
            <w:r w:rsidRPr="00D56C99">
              <w:t>use of workplace procedures</w:t>
            </w:r>
            <w:r>
              <w:t xml:space="preserve"> and</w:t>
            </w:r>
            <w:r w:rsidRPr="00D56C99">
              <w:t xml:space="preserve"> processes</w:t>
            </w:r>
          </w:p>
          <w:p w14:paraId="3D24AFB3" w14:textId="77777777" w:rsidR="00D56C99" w:rsidRPr="00D56C99" w:rsidRDefault="00D56C99" w:rsidP="00D56C99">
            <w:pPr>
              <w:pStyle w:val="SIBulletList2"/>
            </w:pPr>
            <w:r w:rsidRPr="00D56C99">
              <w:t>access to safety data sheets</w:t>
            </w:r>
          </w:p>
          <w:p w14:paraId="4375354D" w14:textId="11BCBAF3" w:rsidR="00D56C99" w:rsidRPr="00D56C99" w:rsidRDefault="00D56C99" w:rsidP="00D56C99">
            <w:pPr>
              <w:pStyle w:val="SIBulletList2"/>
            </w:pPr>
            <w:r w:rsidRPr="00D56C99">
              <w:t>use of specifications</w:t>
            </w:r>
            <w:r>
              <w:t xml:space="preserve"> for infestation/infection threshold</w:t>
            </w:r>
          </w:p>
          <w:p w14:paraId="028AAB8F" w14:textId="3A71197D" w:rsidR="00D56C99" w:rsidRPr="00D56C99" w:rsidRDefault="00D56C99" w:rsidP="00D56C99">
            <w:pPr>
              <w:pStyle w:val="SIBulletList2"/>
            </w:pPr>
            <w:r w:rsidRPr="00D56C99">
              <w:t xml:space="preserve">access to specific </w:t>
            </w:r>
            <w:r>
              <w:t>organic and permaculture standards.</w:t>
            </w:r>
          </w:p>
          <w:p w14:paraId="759850B7" w14:textId="5CBD0EF9" w:rsidR="003B541E" w:rsidRPr="005404CB" w:rsidRDefault="00D56C99" w:rsidP="003B541E">
            <w:pPr>
              <w:pStyle w:val="SIText"/>
              <w:rPr>
                <w:rFonts w:eastAsia="Calibri"/>
              </w:rPr>
            </w:pPr>
            <w:r w:rsidRPr="00D56C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4672" w14:textId="77777777" w:rsidR="00251B4B" w:rsidRDefault="00251B4B" w:rsidP="00BF3F0A">
      <w:r>
        <w:separator/>
      </w:r>
    </w:p>
    <w:p w14:paraId="045B7C94" w14:textId="77777777" w:rsidR="00251B4B" w:rsidRDefault="00251B4B"/>
  </w:endnote>
  <w:endnote w:type="continuationSeparator" w:id="0">
    <w:p w14:paraId="1CE48814" w14:textId="77777777" w:rsidR="00251B4B" w:rsidRDefault="00251B4B" w:rsidP="00BF3F0A">
      <w:r>
        <w:continuationSeparator/>
      </w:r>
    </w:p>
    <w:p w14:paraId="06453485" w14:textId="77777777" w:rsidR="00251B4B" w:rsidRDefault="00251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10FA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6208" w14:textId="77777777" w:rsidR="00251B4B" w:rsidRDefault="00251B4B" w:rsidP="00BF3F0A">
      <w:r>
        <w:separator/>
      </w:r>
    </w:p>
    <w:p w14:paraId="171FA4A6" w14:textId="77777777" w:rsidR="00251B4B" w:rsidRDefault="00251B4B"/>
  </w:footnote>
  <w:footnote w:type="continuationSeparator" w:id="0">
    <w:p w14:paraId="6F96E6E6" w14:textId="77777777" w:rsidR="00251B4B" w:rsidRDefault="00251B4B" w:rsidP="00BF3F0A">
      <w:r>
        <w:continuationSeparator/>
      </w:r>
    </w:p>
    <w:p w14:paraId="0B24EFA8" w14:textId="77777777" w:rsidR="00251B4B" w:rsidRDefault="00251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E8D049A" w:rsidR="009C2650" w:rsidRPr="000754EC" w:rsidRDefault="00251B4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140B" w:rsidRPr="00D6140B">
      <w:t xml:space="preserve"> </w:t>
    </w:r>
    <w:r w:rsidR="00FF3CA9" w:rsidRPr="00FF3CA9">
      <w:t>AHCPER3</w:t>
    </w:r>
    <w:r w:rsidR="008E6E5D">
      <w:t>X</w:t>
    </w:r>
    <w:r w:rsidR="00DD4DCD">
      <w:t>10</w:t>
    </w:r>
    <w:r w:rsidR="00FF3CA9" w:rsidRPr="00FF3CA9">
      <w:t xml:space="preserve"> </w:t>
    </w:r>
    <w:r w:rsidR="00357B6F">
      <w:t xml:space="preserve">Mitigate </w:t>
    </w:r>
    <w:r w:rsidR="00FF3CA9" w:rsidRPr="00FF3CA9">
      <w:t xml:space="preserve">plant pests, </w:t>
    </w:r>
    <w:proofErr w:type="gramStart"/>
    <w:r w:rsidR="00FF3CA9" w:rsidRPr="00FF3CA9">
      <w:t>diseases</w:t>
    </w:r>
    <w:proofErr w:type="gramEnd"/>
    <w:r w:rsidR="00FF3CA9" w:rsidRPr="00FF3CA9">
      <w:t xml:space="preserve"> and disorders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ED8"/>
    <w:multiLevelType w:val="multilevel"/>
    <w:tmpl w:val="0F300E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D1438"/>
    <w:multiLevelType w:val="multilevel"/>
    <w:tmpl w:val="C3A41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14785"/>
    <w:multiLevelType w:val="multilevel"/>
    <w:tmpl w:val="0B46C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B01B2"/>
    <w:multiLevelType w:val="multilevel"/>
    <w:tmpl w:val="4E1AA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166210"/>
    <w:multiLevelType w:val="multilevel"/>
    <w:tmpl w:val="A508B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9A31B1"/>
    <w:multiLevelType w:val="multilevel"/>
    <w:tmpl w:val="1EB68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DF677F"/>
    <w:multiLevelType w:val="multilevel"/>
    <w:tmpl w:val="948A0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7F7124"/>
    <w:multiLevelType w:val="multilevel"/>
    <w:tmpl w:val="88269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1917A3"/>
    <w:multiLevelType w:val="multilevel"/>
    <w:tmpl w:val="F6C81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88297E"/>
    <w:multiLevelType w:val="multilevel"/>
    <w:tmpl w:val="EB247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2C6DCD"/>
    <w:multiLevelType w:val="multilevel"/>
    <w:tmpl w:val="6428B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95F2F"/>
    <w:multiLevelType w:val="multilevel"/>
    <w:tmpl w:val="B69C0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1E1E84"/>
    <w:multiLevelType w:val="multilevel"/>
    <w:tmpl w:val="DDFA3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5C4646"/>
    <w:multiLevelType w:val="multilevel"/>
    <w:tmpl w:val="6B507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5578230">
    <w:abstractNumId w:val="33"/>
  </w:num>
  <w:num w:numId="2" w16cid:durableId="532960018">
    <w:abstractNumId w:val="26"/>
  </w:num>
  <w:num w:numId="3" w16cid:durableId="129330265">
    <w:abstractNumId w:val="1"/>
  </w:num>
  <w:num w:numId="4" w16cid:durableId="629241075">
    <w:abstractNumId w:val="36"/>
  </w:num>
  <w:num w:numId="5" w16cid:durableId="1432509554">
    <w:abstractNumId w:val="15"/>
  </w:num>
  <w:num w:numId="6" w16cid:durableId="1496604968">
    <w:abstractNumId w:val="27"/>
  </w:num>
  <w:num w:numId="7" w16cid:durableId="454249386">
    <w:abstractNumId w:val="42"/>
  </w:num>
  <w:num w:numId="8" w16cid:durableId="1891460283">
    <w:abstractNumId w:val="30"/>
  </w:num>
  <w:num w:numId="9" w16cid:durableId="1040058389">
    <w:abstractNumId w:val="28"/>
  </w:num>
  <w:num w:numId="10" w16cid:durableId="1400514888">
    <w:abstractNumId w:val="39"/>
  </w:num>
  <w:num w:numId="11" w16cid:durableId="1283225372">
    <w:abstractNumId w:val="8"/>
  </w:num>
  <w:num w:numId="12" w16cid:durableId="561064732">
    <w:abstractNumId w:val="19"/>
  </w:num>
  <w:num w:numId="13" w16cid:durableId="1102653787">
    <w:abstractNumId w:val="6"/>
  </w:num>
  <w:num w:numId="14" w16cid:durableId="308245455">
    <w:abstractNumId w:val="32"/>
  </w:num>
  <w:num w:numId="15" w16cid:durableId="1595624678">
    <w:abstractNumId w:val="38"/>
  </w:num>
  <w:num w:numId="16" w16cid:durableId="1796176191">
    <w:abstractNumId w:val="34"/>
  </w:num>
  <w:num w:numId="17" w16cid:durableId="719867418">
    <w:abstractNumId w:val="3"/>
  </w:num>
  <w:num w:numId="18" w16cid:durableId="1291011551">
    <w:abstractNumId w:val="9"/>
  </w:num>
  <w:num w:numId="19" w16cid:durableId="1281762906">
    <w:abstractNumId w:val="2"/>
  </w:num>
  <w:num w:numId="20" w16cid:durableId="451098766">
    <w:abstractNumId w:val="25"/>
  </w:num>
  <w:num w:numId="21" w16cid:durableId="1535999770">
    <w:abstractNumId w:val="16"/>
  </w:num>
  <w:num w:numId="22" w16cid:durableId="548148726">
    <w:abstractNumId w:val="23"/>
  </w:num>
  <w:num w:numId="23" w16cid:durableId="717360997">
    <w:abstractNumId w:val="10"/>
  </w:num>
  <w:num w:numId="24" w16cid:durableId="581447304">
    <w:abstractNumId w:val="44"/>
  </w:num>
  <w:num w:numId="25" w16cid:durableId="1360938042">
    <w:abstractNumId w:val="31"/>
  </w:num>
  <w:num w:numId="26" w16cid:durableId="1784111618">
    <w:abstractNumId w:val="20"/>
  </w:num>
  <w:num w:numId="27" w16cid:durableId="909197715">
    <w:abstractNumId w:val="13"/>
  </w:num>
  <w:num w:numId="28" w16cid:durableId="804390849">
    <w:abstractNumId w:val="18"/>
  </w:num>
  <w:num w:numId="29" w16cid:durableId="173150165">
    <w:abstractNumId w:val="29"/>
  </w:num>
  <w:num w:numId="30" w16cid:durableId="1643655630">
    <w:abstractNumId w:val="37"/>
  </w:num>
  <w:num w:numId="31" w16cid:durableId="100224330">
    <w:abstractNumId w:val="35"/>
  </w:num>
  <w:num w:numId="32" w16cid:durableId="27998448">
    <w:abstractNumId w:val="0"/>
  </w:num>
  <w:num w:numId="33" w16cid:durableId="312220132">
    <w:abstractNumId w:val="17"/>
  </w:num>
  <w:num w:numId="34" w16cid:durableId="580481501">
    <w:abstractNumId w:val="43"/>
  </w:num>
  <w:num w:numId="35" w16cid:durableId="1581059930">
    <w:abstractNumId w:val="7"/>
  </w:num>
  <w:num w:numId="36" w16cid:durableId="1416315378">
    <w:abstractNumId w:val="22"/>
  </w:num>
  <w:num w:numId="37" w16cid:durableId="409423572">
    <w:abstractNumId w:val="45"/>
  </w:num>
  <w:num w:numId="38" w16cid:durableId="712391017">
    <w:abstractNumId w:val="41"/>
  </w:num>
  <w:num w:numId="39" w16cid:durableId="398947066">
    <w:abstractNumId w:val="24"/>
  </w:num>
  <w:num w:numId="40" w16cid:durableId="143741932">
    <w:abstractNumId w:val="4"/>
  </w:num>
  <w:num w:numId="41" w16cid:durableId="1679427863">
    <w:abstractNumId w:val="40"/>
  </w:num>
  <w:num w:numId="42" w16cid:durableId="460926156">
    <w:abstractNumId w:val="21"/>
  </w:num>
  <w:num w:numId="43" w16cid:durableId="5032062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675F"/>
    <w:rsid w:val="00010EA8"/>
    <w:rsid w:val="0001108F"/>
    <w:rsid w:val="000115E2"/>
    <w:rsid w:val="000126D0"/>
    <w:rsid w:val="0001296A"/>
    <w:rsid w:val="000136C9"/>
    <w:rsid w:val="00016803"/>
    <w:rsid w:val="00021DDF"/>
    <w:rsid w:val="00023992"/>
    <w:rsid w:val="000275AE"/>
    <w:rsid w:val="000306F8"/>
    <w:rsid w:val="00041E59"/>
    <w:rsid w:val="00055F46"/>
    <w:rsid w:val="00057E4D"/>
    <w:rsid w:val="00064BFE"/>
    <w:rsid w:val="00070B3E"/>
    <w:rsid w:val="00071F95"/>
    <w:rsid w:val="000737BB"/>
    <w:rsid w:val="00074E47"/>
    <w:rsid w:val="000754EC"/>
    <w:rsid w:val="000802F0"/>
    <w:rsid w:val="00082F0B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928DE"/>
    <w:rsid w:val="001A6A3E"/>
    <w:rsid w:val="001A7B6D"/>
    <w:rsid w:val="001B091E"/>
    <w:rsid w:val="001B34D5"/>
    <w:rsid w:val="001B495F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1B4B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35F6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6F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06A96"/>
    <w:rsid w:val="004127E3"/>
    <w:rsid w:val="004173DD"/>
    <w:rsid w:val="0043212E"/>
    <w:rsid w:val="00433106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454A"/>
    <w:rsid w:val="005145AB"/>
    <w:rsid w:val="00520E9A"/>
    <w:rsid w:val="00521027"/>
    <w:rsid w:val="005248C1"/>
    <w:rsid w:val="00526134"/>
    <w:rsid w:val="005404CB"/>
    <w:rsid w:val="005405B2"/>
    <w:rsid w:val="005427C8"/>
    <w:rsid w:val="00543C6E"/>
    <w:rsid w:val="005446D1"/>
    <w:rsid w:val="00551FA0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B7D49"/>
    <w:rsid w:val="005D03C0"/>
    <w:rsid w:val="005D0854"/>
    <w:rsid w:val="005D1AFD"/>
    <w:rsid w:val="005E51E6"/>
    <w:rsid w:val="005E5B6D"/>
    <w:rsid w:val="005F027A"/>
    <w:rsid w:val="005F33CC"/>
    <w:rsid w:val="005F771F"/>
    <w:rsid w:val="0061210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7553"/>
    <w:rsid w:val="00750E78"/>
    <w:rsid w:val="00752C75"/>
    <w:rsid w:val="00757005"/>
    <w:rsid w:val="00761DBE"/>
    <w:rsid w:val="0076523B"/>
    <w:rsid w:val="00771B60"/>
    <w:rsid w:val="00775A64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D5EAE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A6FD3"/>
    <w:rsid w:val="008B2C77"/>
    <w:rsid w:val="008B4AD2"/>
    <w:rsid w:val="008B5B47"/>
    <w:rsid w:val="008B663E"/>
    <w:rsid w:val="008B7138"/>
    <w:rsid w:val="008C3751"/>
    <w:rsid w:val="008D3C8D"/>
    <w:rsid w:val="008E260C"/>
    <w:rsid w:val="008E39BE"/>
    <w:rsid w:val="008E62EC"/>
    <w:rsid w:val="008E6E5D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56817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25E2"/>
    <w:rsid w:val="009D5D2C"/>
    <w:rsid w:val="009F0DCC"/>
    <w:rsid w:val="009F11CA"/>
    <w:rsid w:val="00A0695B"/>
    <w:rsid w:val="00A13052"/>
    <w:rsid w:val="00A216A8"/>
    <w:rsid w:val="00A223A6"/>
    <w:rsid w:val="00A302E2"/>
    <w:rsid w:val="00A3135C"/>
    <w:rsid w:val="00A3639E"/>
    <w:rsid w:val="00A5092E"/>
    <w:rsid w:val="00A554D6"/>
    <w:rsid w:val="00A56E14"/>
    <w:rsid w:val="00A6476B"/>
    <w:rsid w:val="00A67F86"/>
    <w:rsid w:val="00A76C6C"/>
    <w:rsid w:val="00A87356"/>
    <w:rsid w:val="00A91C8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2F03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D7885"/>
    <w:rsid w:val="00BE5889"/>
    <w:rsid w:val="00BF1D4C"/>
    <w:rsid w:val="00BF3F0A"/>
    <w:rsid w:val="00C010F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269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2F22"/>
    <w:rsid w:val="00D52946"/>
    <w:rsid w:val="00D54C76"/>
    <w:rsid w:val="00D56C99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D4DCD"/>
    <w:rsid w:val="00DE3EA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1984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3762"/>
    <w:rsid w:val="00F5616F"/>
    <w:rsid w:val="00F56451"/>
    <w:rsid w:val="00F56827"/>
    <w:rsid w:val="00F57A1C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D4D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730D877B-E373-45D3-A9B9-28532EB76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CFDD6-1AC0-4825-A4D9-886CDA5D3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363</TotalTime>
  <Pages>4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116</cp:revision>
  <cp:lastPrinted>2016-05-27T05:21:00Z</cp:lastPrinted>
  <dcterms:created xsi:type="dcterms:W3CDTF">2021-09-14T01:14:00Z</dcterms:created>
  <dcterms:modified xsi:type="dcterms:W3CDTF">2022-05-13T02:35:00Z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